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Pr="003F10D9" w:rsidRDefault="00F862D6" w:rsidP="0077673A"/>
        </w:tc>
        <w:tc>
          <w:tcPr>
            <w:tcW w:w="2552" w:type="dxa"/>
          </w:tcPr>
          <w:p w14:paraId="00C8F008" w14:textId="77777777" w:rsidR="00F862D6" w:rsidRPr="003F10D9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F10D9" w:rsidRDefault="00F862D6" w:rsidP="0077673A">
            <w:r w:rsidRPr="003F10D9">
              <w:t>Naše zn.</w:t>
            </w:r>
          </w:p>
        </w:tc>
        <w:tc>
          <w:tcPr>
            <w:tcW w:w="2552" w:type="dxa"/>
          </w:tcPr>
          <w:p w14:paraId="2FFEACB5" w14:textId="48109E38" w:rsidR="00F862D6" w:rsidRPr="003F10D9" w:rsidRDefault="00C020FF" w:rsidP="0037111D">
            <w:r w:rsidRPr="00C020FF">
              <w:rPr>
                <w:rFonts w:ascii="Helvetica" w:hAnsi="Helvetica"/>
              </w:rPr>
              <w:t>10068/2024-SŽ-SSV-Ú3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8F3F6A" w14:paraId="2C33C41A" w14:textId="77777777" w:rsidTr="003F10D9">
        <w:trPr>
          <w:trHeight w:val="51"/>
        </w:trPr>
        <w:tc>
          <w:tcPr>
            <w:tcW w:w="1020" w:type="dxa"/>
          </w:tcPr>
          <w:p w14:paraId="3534520F" w14:textId="7D1CCAFB" w:rsidR="008F3F6A" w:rsidRPr="003F10D9" w:rsidRDefault="008F3F6A" w:rsidP="008F3F6A">
            <w:r w:rsidRPr="003F10D9">
              <w:t>Listů/příloh</w:t>
            </w:r>
          </w:p>
        </w:tc>
        <w:tc>
          <w:tcPr>
            <w:tcW w:w="2552" w:type="dxa"/>
          </w:tcPr>
          <w:p w14:paraId="333CD487" w14:textId="448D220B" w:rsidR="008F3F6A" w:rsidRPr="003F10D9" w:rsidRDefault="003F10D9" w:rsidP="008F3F6A">
            <w:r w:rsidRPr="003F10D9">
              <w:t>3</w:t>
            </w:r>
            <w:r w:rsidR="008F3F6A" w:rsidRPr="003F10D9">
              <w:t>/</w:t>
            </w:r>
            <w:r w:rsidRPr="003F10D9">
              <w:t>3</w:t>
            </w:r>
          </w:p>
        </w:tc>
        <w:tc>
          <w:tcPr>
            <w:tcW w:w="823" w:type="dxa"/>
          </w:tcPr>
          <w:p w14:paraId="3FB21908" w14:textId="77777777" w:rsidR="008F3F6A" w:rsidRDefault="008F3F6A" w:rsidP="008F3F6A"/>
        </w:tc>
        <w:tc>
          <w:tcPr>
            <w:tcW w:w="3685" w:type="dxa"/>
            <w:vMerge/>
          </w:tcPr>
          <w:p w14:paraId="2E772784" w14:textId="77777777" w:rsidR="008F3F6A" w:rsidRDefault="008F3F6A" w:rsidP="008F3F6A">
            <w:pPr>
              <w:rPr>
                <w:noProof/>
              </w:rPr>
            </w:pPr>
          </w:p>
        </w:tc>
      </w:tr>
      <w:tr w:rsidR="008F3F6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8F3F6A" w:rsidRDefault="008F3F6A" w:rsidP="008F3F6A"/>
        </w:tc>
        <w:tc>
          <w:tcPr>
            <w:tcW w:w="2552" w:type="dxa"/>
          </w:tcPr>
          <w:p w14:paraId="133F3BF2" w14:textId="77777777" w:rsidR="008F3F6A" w:rsidRPr="003E6B9A" w:rsidRDefault="008F3F6A" w:rsidP="008F3F6A"/>
        </w:tc>
        <w:tc>
          <w:tcPr>
            <w:tcW w:w="823" w:type="dxa"/>
          </w:tcPr>
          <w:p w14:paraId="7BEB7C0A" w14:textId="77777777" w:rsidR="008F3F6A" w:rsidRDefault="008F3F6A" w:rsidP="008F3F6A"/>
        </w:tc>
        <w:tc>
          <w:tcPr>
            <w:tcW w:w="3685" w:type="dxa"/>
            <w:vMerge/>
          </w:tcPr>
          <w:p w14:paraId="140296A1" w14:textId="77777777" w:rsidR="008F3F6A" w:rsidRDefault="008F3F6A" w:rsidP="008F3F6A"/>
        </w:tc>
      </w:tr>
      <w:tr w:rsidR="008F3F6A" w14:paraId="5237532F" w14:textId="77777777" w:rsidTr="00F862D6">
        <w:tc>
          <w:tcPr>
            <w:tcW w:w="1020" w:type="dxa"/>
          </w:tcPr>
          <w:p w14:paraId="7759C605" w14:textId="7D18B7F3" w:rsidR="008F3F6A" w:rsidRDefault="008F3F6A" w:rsidP="008F3F6A">
            <w:r>
              <w:t>Vyřizuje</w:t>
            </w:r>
          </w:p>
        </w:tc>
        <w:tc>
          <w:tcPr>
            <w:tcW w:w="2552" w:type="dxa"/>
          </w:tcPr>
          <w:p w14:paraId="4A0EADDE" w14:textId="3855EEFF" w:rsidR="008F3F6A" w:rsidRPr="003E6B9A" w:rsidRDefault="008F3F6A" w:rsidP="008F3F6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8F3F6A" w:rsidRDefault="008F3F6A" w:rsidP="008F3F6A"/>
        </w:tc>
        <w:tc>
          <w:tcPr>
            <w:tcW w:w="3685" w:type="dxa"/>
            <w:vMerge/>
          </w:tcPr>
          <w:p w14:paraId="6405EBE3" w14:textId="77777777" w:rsidR="008F3F6A" w:rsidRDefault="008F3F6A" w:rsidP="008F3F6A"/>
        </w:tc>
      </w:tr>
      <w:tr w:rsidR="008F3F6A" w14:paraId="192D4EE6" w14:textId="77777777" w:rsidTr="00F862D6">
        <w:tc>
          <w:tcPr>
            <w:tcW w:w="1020" w:type="dxa"/>
          </w:tcPr>
          <w:p w14:paraId="2F7F053F" w14:textId="77777777" w:rsidR="008F3F6A" w:rsidRDefault="008F3F6A" w:rsidP="008F3F6A"/>
        </w:tc>
        <w:tc>
          <w:tcPr>
            <w:tcW w:w="2552" w:type="dxa"/>
          </w:tcPr>
          <w:p w14:paraId="36F90D31" w14:textId="77777777" w:rsidR="008F3F6A" w:rsidRPr="003E6B9A" w:rsidRDefault="008F3F6A" w:rsidP="008F3F6A"/>
        </w:tc>
        <w:tc>
          <w:tcPr>
            <w:tcW w:w="823" w:type="dxa"/>
          </w:tcPr>
          <w:p w14:paraId="0B7BD956" w14:textId="77777777" w:rsidR="008F3F6A" w:rsidRDefault="008F3F6A" w:rsidP="008F3F6A"/>
        </w:tc>
        <w:tc>
          <w:tcPr>
            <w:tcW w:w="3685" w:type="dxa"/>
            <w:vMerge/>
          </w:tcPr>
          <w:p w14:paraId="294D6520" w14:textId="77777777" w:rsidR="008F3F6A" w:rsidRDefault="008F3F6A" w:rsidP="008F3F6A"/>
        </w:tc>
      </w:tr>
      <w:tr w:rsidR="008F3F6A" w14:paraId="635DFF9F" w14:textId="77777777" w:rsidTr="00F862D6">
        <w:tc>
          <w:tcPr>
            <w:tcW w:w="1020" w:type="dxa"/>
          </w:tcPr>
          <w:p w14:paraId="7A3891F6" w14:textId="4E6AD14E" w:rsidR="008F3F6A" w:rsidRDefault="008F3F6A" w:rsidP="008F3F6A">
            <w:r>
              <w:t>Mobil</w:t>
            </w:r>
          </w:p>
        </w:tc>
        <w:tc>
          <w:tcPr>
            <w:tcW w:w="2552" w:type="dxa"/>
          </w:tcPr>
          <w:p w14:paraId="67448459" w14:textId="72EC6C88" w:rsidR="008F3F6A" w:rsidRPr="003E6B9A" w:rsidRDefault="008F3F6A" w:rsidP="008F3F6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8F3F6A" w:rsidRDefault="008F3F6A" w:rsidP="008F3F6A"/>
        </w:tc>
        <w:tc>
          <w:tcPr>
            <w:tcW w:w="3685" w:type="dxa"/>
            <w:vMerge/>
          </w:tcPr>
          <w:p w14:paraId="010CCE96" w14:textId="77777777" w:rsidR="008F3F6A" w:rsidRDefault="008F3F6A" w:rsidP="008F3F6A"/>
        </w:tc>
      </w:tr>
      <w:tr w:rsidR="008F3F6A" w14:paraId="2250880D" w14:textId="77777777" w:rsidTr="00F862D6">
        <w:tc>
          <w:tcPr>
            <w:tcW w:w="1020" w:type="dxa"/>
          </w:tcPr>
          <w:p w14:paraId="28245A45" w14:textId="45FE9BBB" w:rsidR="008F3F6A" w:rsidRDefault="008F3F6A" w:rsidP="008F3F6A">
            <w:r>
              <w:t>E-mail</w:t>
            </w:r>
          </w:p>
        </w:tc>
        <w:tc>
          <w:tcPr>
            <w:tcW w:w="2552" w:type="dxa"/>
          </w:tcPr>
          <w:p w14:paraId="15A7D067" w14:textId="53A93AC3" w:rsidR="008F3F6A" w:rsidRPr="003E6B9A" w:rsidRDefault="008F3F6A" w:rsidP="008F3F6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8F3F6A" w:rsidRDefault="008F3F6A" w:rsidP="008F3F6A"/>
        </w:tc>
        <w:tc>
          <w:tcPr>
            <w:tcW w:w="3685" w:type="dxa"/>
            <w:vMerge/>
          </w:tcPr>
          <w:p w14:paraId="3652D20A" w14:textId="77777777" w:rsidR="008F3F6A" w:rsidRDefault="008F3F6A" w:rsidP="008F3F6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5E0289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F10D9">
              <w:rPr>
                <w:noProof/>
              </w:rPr>
              <w:t>13.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13C3DC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B0458">
        <w:rPr>
          <w:rFonts w:eastAsia="Calibri" w:cs="Times New Roman"/>
          <w:lang w:eastAsia="cs-CZ"/>
        </w:rPr>
        <w:t>7</w:t>
      </w:r>
    </w:p>
    <w:p w14:paraId="25C6ADAC" w14:textId="4D31C71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8F3F6A" w:rsidRPr="008F3F6A">
        <w:rPr>
          <w:rFonts w:eastAsia="Calibri" w:cs="Times New Roman"/>
          <w:b/>
          <w:bCs/>
          <w:lang w:eastAsia="cs-CZ"/>
        </w:rPr>
        <w:t>Výstavba mechanizačního střediska Český Těšín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3F10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8688475" w14:textId="77777777" w:rsidR="003F10D9" w:rsidRDefault="003F10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B3F32B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36CA5">
        <w:rPr>
          <w:rFonts w:eastAsia="Calibri" w:cs="Times New Roman"/>
          <w:b/>
          <w:lang w:eastAsia="cs-CZ"/>
        </w:rPr>
        <w:t>4</w:t>
      </w:r>
      <w:r w:rsidR="005B0458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6EBEAAE9" w14:textId="6982BC3F" w:rsidR="005B0458" w:rsidRPr="005B0458" w:rsidRDefault="00E525EF" w:rsidP="005B0458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5DFE1985" wp14:editId="250D078E">
            <wp:simplePos x="0" y="0"/>
            <wp:positionH relativeFrom="column">
              <wp:posOffset>22860</wp:posOffset>
            </wp:positionH>
            <wp:positionV relativeFrom="page">
              <wp:posOffset>4666713</wp:posOffset>
            </wp:positionV>
            <wp:extent cx="5525770" cy="382905"/>
            <wp:effectExtent l="0" t="0" r="0" b="0"/>
            <wp:wrapTopAndBottom/>
            <wp:docPr id="1018688908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458" w:rsidRPr="005B0458">
        <w:rPr>
          <w:rFonts w:eastAsia="Calibri" w:cs="Times New Roman"/>
          <w:bCs/>
          <w:lang w:eastAsia="cs-CZ"/>
        </w:rPr>
        <w:t>V SO 06 komunikace a zpevněné plochy je tato položka:</w:t>
      </w:r>
    </w:p>
    <w:p w14:paraId="60860B58" w14:textId="1CE07204" w:rsidR="00E525EF" w:rsidRDefault="00E525EF" w:rsidP="00D80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73DAEB" w14:textId="12A8E0E5" w:rsidR="00E525EF" w:rsidRDefault="00E525EF" w:rsidP="00D80E7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D008CE" w14:textId="77777777" w:rsidR="005B0458" w:rsidRPr="005B0458" w:rsidRDefault="005B0458" w:rsidP="005B0458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458">
        <w:rPr>
          <w:rFonts w:eastAsia="Calibri" w:cs="Times New Roman"/>
          <w:bCs/>
          <w:lang w:eastAsia="cs-CZ"/>
        </w:rPr>
        <w:t>Předpokládáme, že to je položka pro výměnu pláně. V technické zprávě tohoto objektu je ovšem napsáno, že v případě neúnosného podloží bude jeho výměna provedena za strusky 0-63 v tl. 250 mm.</w:t>
      </w:r>
    </w:p>
    <w:p w14:paraId="1F0A0F25" w14:textId="1FF3B3EF" w:rsidR="005B0458" w:rsidRPr="005B0458" w:rsidRDefault="005B0458" w:rsidP="005B0458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458">
        <w:rPr>
          <w:rFonts w:eastAsia="Calibri" w:cs="Times New Roman"/>
          <w:bCs/>
          <w:lang w:eastAsia="cs-CZ"/>
        </w:rPr>
        <w:t>Žádáme Zadavatele o vysvětlení tohoto rozporu a jednoznačné stanovení materiálu pro sanaci pláně.</w:t>
      </w:r>
    </w:p>
    <w:p w14:paraId="6D16A484" w14:textId="037406E5" w:rsidR="00BD5319" w:rsidRPr="00BD5319" w:rsidRDefault="00BD5319" w:rsidP="00D80E7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6307017" w14:textId="77777777" w:rsidR="007D7879" w:rsidRPr="003F10D9" w:rsidRDefault="007D7879" w:rsidP="00185D4D">
      <w:pPr>
        <w:spacing w:after="0" w:line="240" w:lineRule="auto"/>
        <w:rPr>
          <w:rFonts w:eastAsia="Calibri" w:cs="Times New Roman"/>
          <w:b/>
          <w:lang w:eastAsia="cs-CZ"/>
        </w:rPr>
      </w:pPr>
      <w:r w:rsidRPr="003F10D9">
        <w:rPr>
          <w:rFonts w:eastAsia="Calibri" w:cs="Times New Roman"/>
          <w:b/>
          <w:lang w:eastAsia="cs-CZ"/>
        </w:rPr>
        <w:t xml:space="preserve">Byl opraven soupis prací. </w:t>
      </w:r>
    </w:p>
    <w:p w14:paraId="056FD3E2" w14:textId="342B24D3" w:rsidR="00185D4D" w:rsidRPr="003F10D9" w:rsidRDefault="00185D4D" w:rsidP="00185D4D">
      <w:pPr>
        <w:spacing w:after="0" w:line="240" w:lineRule="auto"/>
        <w:rPr>
          <w:rFonts w:eastAsia="Calibri" w:cs="Times New Roman"/>
          <w:bCs/>
          <w:lang w:eastAsia="cs-CZ"/>
        </w:rPr>
      </w:pPr>
      <w:r w:rsidRPr="003F10D9">
        <w:rPr>
          <w:rFonts w:eastAsia="Calibri" w:cs="Times New Roman"/>
          <w:bCs/>
          <w:lang w:eastAsia="cs-CZ"/>
        </w:rPr>
        <w:t xml:space="preserve">V případě neúnosného podloží bude jeho výměna provedena ze strusky 0-63 v tl. 250 mm, jak je uvedeno v technické zprávě. </w:t>
      </w:r>
      <w:r w:rsidR="009E12E5" w:rsidRPr="003F10D9">
        <w:rPr>
          <w:rFonts w:eastAsia="Calibri" w:cs="Times New Roman"/>
          <w:bCs/>
          <w:lang w:eastAsia="cs-CZ"/>
        </w:rPr>
        <w:t xml:space="preserve">V soupise prací byla v objektu SO 06 – Komunikace a zpevněné plochy </w:t>
      </w:r>
      <w:r w:rsidRPr="003F10D9">
        <w:rPr>
          <w:rFonts w:eastAsia="Calibri" w:cs="Times New Roman"/>
          <w:bCs/>
          <w:lang w:eastAsia="cs-CZ"/>
        </w:rPr>
        <w:t>položka č. 14 změněna.</w:t>
      </w:r>
    </w:p>
    <w:p w14:paraId="2E204458" w14:textId="4FE91344" w:rsidR="00185D4D" w:rsidRPr="003F10D9" w:rsidRDefault="00185D4D" w:rsidP="00185D4D">
      <w:pPr>
        <w:spacing w:after="0" w:line="240" w:lineRule="auto"/>
        <w:rPr>
          <w:rFonts w:eastAsia="Calibri" w:cs="Times New Roman"/>
          <w:bCs/>
          <w:lang w:eastAsia="cs-CZ"/>
        </w:rPr>
      </w:pPr>
      <w:r w:rsidRPr="003F10D9">
        <w:rPr>
          <w:rFonts w:eastAsia="Calibri" w:cs="Times New Roman"/>
          <w:bCs/>
          <w:lang w:eastAsia="cs-CZ"/>
        </w:rPr>
        <w:t xml:space="preserve">Vzhledem k tomu, že v došlo k zastavení provozu </w:t>
      </w:r>
      <w:r w:rsidR="00443286" w:rsidRPr="003F10D9">
        <w:rPr>
          <w:rFonts w:eastAsia="Calibri" w:cs="Times New Roman"/>
          <w:bCs/>
          <w:lang w:eastAsia="cs-CZ"/>
        </w:rPr>
        <w:t>vysokých pecí</w:t>
      </w:r>
      <w:r w:rsidRPr="003F10D9">
        <w:rPr>
          <w:rFonts w:eastAsia="Calibri" w:cs="Times New Roman"/>
          <w:bCs/>
          <w:lang w:eastAsia="cs-CZ"/>
        </w:rPr>
        <w:t xml:space="preserve"> v</w:t>
      </w:r>
      <w:r w:rsidR="00443286" w:rsidRPr="003F10D9">
        <w:rPr>
          <w:rFonts w:eastAsia="Calibri" w:cs="Times New Roman"/>
          <w:bCs/>
          <w:lang w:eastAsia="cs-CZ"/>
        </w:rPr>
        <w:t>e společnosti</w:t>
      </w:r>
      <w:r w:rsidRPr="003F10D9">
        <w:rPr>
          <w:rFonts w:eastAsia="Calibri" w:cs="Times New Roman"/>
          <w:bCs/>
          <w:lang w:eastAsia="cs-CZ"/>
        </w:rPr>
        <w:t> Liberty Ostrava, je možno použít štěrkodrť fr. 0-63.</w:t>
      </w:r>
    </w:p>
    <w:p w14:paraId="37FBF98C" w14:textId="5C5A4E7C" w:rsidR="009C712B" w:rsidRDefault="009C712B" w:rsidP="00C17D8D">
      <w:pPr>
        <w:spacing w:after="0" w:line="240" w:lineRule="auto"/>
        <w:rPr>
          <w:rFonts w:eastAsia="Calibri" w:cs="Times New Roman"/>
          <w:b/>
          <w:color w:val="00B050"/>
          <w:sz w:val="22"/>
          <w:szCs w:val="22"/>
          <w:lang w:eastAsia="cs-CZ"/>
        </w:rPr>
      </w:pPr>
    </w:p>
    <w:p w14:paraId="1FEDD2B3" w14:textId="39B17AC4" w:rsidR="00112144" w:rsidRDefault="00112144" w:rsidP="0011214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95D70C" w14:textId="56170E3A" w:rsidR="005B0458" w:rsidRPr="00BD5319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BD5319">
        <w:rPr>
          <w:rFonts w:eastAsia="Calibri" w:cs="Times New Roman"/>
          <w:b/>
          <w:lang w:eastAsia="cs-CZ"/>
        </w:rPr>
        <w:t>:</w:t>
      </w:r>
    </w:p>
    <w:p w14:paraId="6D7CA7B8" w14:textId="580E4BD2" w:rsidR="005B0458" w:rsidRPr="005B0458" w:rsidRDefault="00AE2D99" w:rsidP="005B0458">
      <w:pPr>
        <w:rPr>
          <w:rFonts w:asciiTheme="majorHAnsi" w:hAnsiTheme="majorHAnsi" w:cs="Arial"/>
          <w:sz w:val="22"/>
          <w:szCs w:val="22"/>
        </w:rPr>
      </w:pPr>
      <w:r w:rsidRPr="005B0458">
        <w:rPr>
          <w:rFonts w:asciiTheme="majorHAnsi" w:hAnsiTheme="majorHAnsi"/>
          <w:noProof/>
        </w:rPr>
        <w:drawing>
          <wp:anchor distT="0" distB="0" distL="114300" distR="114300" simplePos="0" relativeHeight="251660288" behindDoc="0" locked="0" layoutInCell="1" allowOverlap="1" wp14:anchorId="55FD3239" wp14:editId="18ED564B">
            <wp:simplePos x="0" y="0"/>
            <wp:positionH relativeFrom="column">
              <wp:posOffset>-1417</wp:posOffset>
            </wp:positionH>
            <wp:positionV relativeFrom="page">
              <wp:posOffset>7990303</wp:posOffset>
            </wp:positionV>
            <wp:extent cx="5525770" cy="720090"/>
            <wp:effectExtent l="0" t="0" r="0" b="3810"/>
            <wp:wrapTopAndBottom/>
            <wp:docPr id="204200906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458" w:rsidRPr="005B0458">
        <w:rPr>
          <w:rFonts w:asciiTheme="majorHAnsi" w:hAnsiTheme="majorHAnsi" w:cs="Arial"/>
        </w:rPr>
        <w:t>V SO 06 komunikace a zpevněné plochy jsou položky pro zřízení 2 ks uličních vpustí, přičemž v položkách materiálů je uvedeno dno UV s výtokem a skruž s výtokem. Z projektové dokumentace nevyplývá uvažovaná hloubka UV.</w:t>
      </w:r>
    </w:p>
    <w:p w14:paraId="75F239A2" w14:textId="77777777" w:rsidR="00E525EF" w:rsidRDefault="00E525EF" w:rsidP="003F10D9">
      <w:pPr>
        <w:spacing w:after="0"/>
        <w:rPr>
          <w:rFonts w:asciiTheme="majorHAnsi" w:hAnsiTheme="majorHAnsi" w:cs="Arial"/>
        </w:rPr>
      </w:pPr>
    </w:p>
    <w:p w14:paraId="294FF7CE" w14:textId="641432EA" w:rsidR="005B0458" w:rsidRDefault="005B0458" w:rsidP="003F10D9">
      <w:pPr>
        <w:spacing w:after="0"/>
        <w:rPr>
          <w:rFonts w:asciiTheme="majorHAnsi" w:hAnsiTheme="majorHAnsi" w:cs="Arial"/>
        </w:rPr>
      </w:pPr>
      <w:r w:rsidRPr="005B0458">
        <w:rPr>
          <w:rFonts w:asciiTheme="majorHAnsi" w:hAnsiTheme="majorHAnsi" w:cs="Arial"/>
        </w:rPr>
        <w:t>Žádáme zadavatele o sdělení, jaká bude hloubka 2 ks uličních vpustí a zda jsou požadovány dva výtokové dílce na jedné vpusti.</w:t>
      </w:r>
    </w:p>
    <w:p w14:paraId="2CE0262B" w14:textId="77777777" w:rsidR="00AE2D99" w:rsidRDefault="005B0458" w:rsidP="00AE2D99">
      <w:pPr>
        <w:spacing w:after="0"/>
        <w:rPr>
          <w:rFonts w:asciiTheme="majorHAnsi" w:hAnsiTheme="majorHAnsi" w:cs="Arial"/>
        </w:rPr>
      </w:pPr>
      <w:r w:rsidRPr="005B0458">
        <w:rPr>
          <w:rFonts w:eastAsia="Calibri" w:cs="Times New Roman"/>
          <w:b/>
          <w:lang w:eastAsia="cs-CZ"/>
        </w:rPr>
        <w:t xml:space="preserve">Odpověď: </w:t>
      </w:r>
    </w:p>
    <w:p w14:paraId="7C9CC419" w14:textId="220B186B" w:rsidR="00AE2D99" w:rsidRPr="003F10D9" w:rsidRDefault="00AE2D99" w:rsidP="007D787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F10D9">
        <w:rPr>
          <w:rFonts w:eastAsia="Calibri" w:cs="Times New Roman"/>
          <w:bCs/>
          <w:lang w:eastAsia="cs-CZ"/>
        </w:rPr>
        <w:t xml:space="preserve">Hloubka vpustí </w:t>
      </w:r>
      <w:r w:rsidR="007D7879" w:rsidRPr="003F10D9">
        <w:rPr>
          <w:rFonts w:eastAsia="Calibri" w:cs="Times New Roman"/>
          <w:bCs/>
          <w:lang w:eastAsia="cs-CZ"/>
        </w:rPr>
        <w:t xml:space="preserve">je uvedena v objektu </w:t>
      </w:r>
      <w:r w:rsidRPr="003F10D9">
        <w:rPr>
          <w:rFonts w:eastAsia="Calibri" w:cs="Times New Roman"/>
          <w:bCs/>
          <w:lang w:eastAsia="cs-CZ"/>
        </w:rPr>
        <w:t>SO 10 Odvodnění a kanalizace.</w:t>
      </w:r>
      <w:r w:rsidR="007D7879" w:rsidRPr="003F10D9">
        <w:rPr>
          <w:rFonts w:eastAsia="Calibri" w:cs="Times New Roman"/>
          <w:bCs/>
          <w:lang w:eastAsia="cs-CZ"/>
        </w:rPr>
        <w:t xml:space="preserve"> Ve výkrese SO10_103_POD_PROF_A je uvedeno, že hloubka v</w:t>
      </w:r>
      <w:r w:rsidRPr="003F10D9">
        <w:rPr>
          <w:rFonts w:eastAsia="Calibri" w:cs="Times New Roman"/>
          <w:bCs/>
          <w:lang w:eastAsia="cs-CZ"/>
        </w:rPr>
        <w:t>ětv</w:t>
      </w:r>
      <w:r w:rsidR="007D7879" w:rsidRPr="003F10D9">
        <w:rPr>
          <w:rFonts w:eastAsia="Calibri" w:cs="Times New Roman"/>
          <w:bCs/>
          <w:lang w:eastAsia="cs-CZ"/>
        </w:rPr>
        <w:t>e</w:t>
      </w:r>
      <w:r w:rsidRPr="003F10D9">
        <w:rPr>
          <w:rFonts w:eastAsia="Calibri" w:cs="Times New Roman"/>
          <w:bCs/>
          <w:lang w:eastAsia="cs-CZ"/>
        </w:rPr>
        <w:t xml:space="preserve"> A.1 hloubka dna je 1,0</w:t>
      </w:r>
      <w:r w:rsidR="007D7879" w:rsidRPr="003F10D9">
        <w:rPr>
          <w:rFonts w:eastAsia="Calibri" w:cs="Times New Roman"/>
          <w:bCs/>
          <w:lang w:eastAsia="cs-CZ"/>
        </w:rPr>
        <w:t xml:space="preserve"> </w:t>
      </w:r>
      <w:r w:rsidRPr="003F10D9">
        <w:rPr>
          <w:rFonts w:eastAsia="Calibri" w:cs="Times New Roman"/>
          <w:bCs/>
          <w:lang w:eastAsia="cs-CZ"/>
        </w:rPr>
        <w:t>m resp. 1,14</w:t>
      </w:r>
      <w:r w:rsidR="007D7879" w:rsidRPr="003F10D9">
        <w:rPr>
          <w:rFonts w:eastAsia="Calibri" w:cs="Times New Roman"/>
          <w:bCs/>
          <w:lang w:eastAsia="cs-CZ"/>
        </w:rPr>
        <w:t xml:space="preserve"> </w:t>
      </w:r>
      <w:r w:rsidRPr="003F10D9">
        <w:rPr>
          <w:rFonts w:eastAsia="Calibri" w:cs="Times New Roman"/>
          <w:bCs/>
          <w:lang w:eastAsia="cs-CZ"/>
        </w:rPr>
        <w:t>m a na každé vpusti je jeden výtokový dílec.</w:t>
      </w:r>
    </w:p>
    <w:p w14:paraId="5C961ECB" w14:textId="41183D42" w:rsidR="005B0458" w:rsidRDefault="005B0458" w:rsidP="005B0458">
      <w:pPr>
        <w:spacing w:after="0" w:line="240" w:lineRule="auto"/>
        <w:rPr>
          <w:rFonts w:eastAsia="Calibri" w:cs="Times New Roman"/>
          <w:b/>
          <w:color w:val="00B050"/>
          <w:sz w:val="22"/>
          <w:szCs w:val="22"/>
          <w:lang w:eastAsia="cs-CZ"/>
        </w:rPr>
      </w:pPr>
    </w:p>
    <w:p w14:paraId="06283A46" w14:textId="77777777" w:rsidR="005B0458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5051D1" w14:textId="3990FB17" w:rsidR="005B0458" w:rsidRPr="00BD5319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BD5319">
        <w:rPr>
          <w:rFonts w:eastAsia="Calibri" w:cs="Times New Roman"/>
          <w:b/>
          <w:lang w:eastAsia="cs-CZ"/>
        </w:rPr>
        <w:t>:</w:t>
      </w:r>
    </w:p>
    <w:p w14:paraId="44E1E4FE" w14:textId="1BE97AA7" w:rsidR="005B0458" w:rsidRPr="005B0458" w:rsidRDefault="00B43994" w:rsidP="005B0458">
      <w:pPr>
        <w:pStyle w:val="Odstavecseseznamem"/>
        <w:spacing w:after="0" w:line="240" w:lineRule="auto"/>
        <w:ind w:left="0"/>
        <w:contextualSpacing w:val="0"/>
        <w:rPr>
          <w:rFonts w:asciiTheme="majorHAnsi" w:eastAsia="Times New Roman" w:hAnsiTheme="majorHAnsi" w:cs="Arial"/>
        </w:rPr>
      </w:pPr>
      <w:r w:rsidRPr="005B0458">
        <w:rPr>
          <w:noProof/>
        </w:rPr>
        <w:drawing>
          <wp:anchor distT="0" distB="0" distL="114300" distR="114300" simplePos="0" relativeHeight="251662336" behindDoc="0" locked="0" layoutInCell="1" allowOverlap="1" wp14:anchorId="6CA9B06B" wp14:editId="78AB0180">
            <wp:simplePos x="0" y="0"/>
            <wp:positionH relativeFrom="column">
              <wp:posOffset>-10307</wp:posOffset>
            </wp:positionH>
            <wp:positionV relativeFrom="paragraph">
              <wp:posOffset>171450</wp:posOffset>
            </wp:positionV>
            <wp:extent cx="5525770" cy="256540"/>
            <wp:effectExtent l="0" t="0" r="17780" b="10160"/>
            <wp:wrapSquare wrapText="bothSides"/>
            <wp:docPr id="120280070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458" w:rsidRPr="005B0458">
        <w:rPr>
          <w:rFonts w:asciiTheme="majorHAnsi" w:eastAsia="Times New Roman" w:hAnsiTheme="majorHAnsi" w:cs="Arial"/>
        </w:rPr>
        <w:t xml:space="preserve">V SO 06 komunikace a zpevněné plochy je položka </w:t>
      </w:r>
    </w:p>
    <w:p w14:paraId="56AEEDD1" w14:textId="1833F277" w:rsidR="007D7879" w:rsidRDefault="005B0458" w:rsidP="007D7879">
      <w:pPr>
        <w:spacing w:after="0"/>
        <w:rPr>
          <w:rFonts w:asciiTheme="majorHAnsi" w:hAnsiTheme="majorHAnsi" w:cs="Arial"/>
        </w:rPr>
      </w:pPr>
      <w:r w:rsidRPr="007D7879">
        <w:rPr>
          <w:rFonts w:asciiTheme="majorHAnsi" w:hAnsiTheme="majorHAnsi" w:cs="Arial"/>
        </w:rPr>
        <w:t>K této položce jsem v projektové dokumentaci nenašli žádné informace (např. hloubka DV) a ani ze situace není zřejmé, kde se dvorní vpusti budou nacházet.</w:t>
      </w:r>
    </w:p>
    <w:p w14:paraId="4ED22586" w14:textId="1CE34A87" w:rsidR="005B0458" w:rsidRPr="007D7879" w:rsidRDefault="005B0458" w:rsidP="007D7879">
      <w:pPr>
        <w:spacing w:after="0"/>
        <w:rPr>
          <w:rFonts w:asciiTheme="majorHAnsi" w:hAnsiTheme="majorHAnsi" w:cs="Arial"/>
        </w:rPr>
      </w:pPr>
      <w:r w:rsidRPr="005B0458">
        <w:rPr>
          <w:rFonts w:asciiTheme="majorHAnsi" w:hAnsiTheme="majorHAnsi" w:cs="Arial"/>
        </w:rPr>
        <w:t>Žádáme Zadavatele o vysvětlení.</w:t>
      </w:r>
    </w:p>
    <w:p w14:paraId="5212AD45" w14:textId="51F3A312" w:rsidR="005B0458" w:rsidRPr="00BD5319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5F82AE" w14:textId="77777777" w:rsidR="007D7879" w:rsidRPr="003F10D9" w:rsidRDefault="007D7879" w:rsidP="008C18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F10D9">
        <w:rPr>
          <w:rFonts w:eastAsia="Calibri" w:cs="Times New Roman"/>
          <w:b/>
          <w:lang w:eastAsia="cs-CZ"/>
        </w:rPr>
        <w:t>Byl opraven soupis prací.</w:t>
      </w:r>
    </w:p>
    <w:p w14:paraId="318E227C" w14:textId="14AC9868" w:rsidR="005B0458" w:rsidRPr="003F10D9" w:rsidRDefault="00D667A1" w:rsidP="008C183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F10D9">
        <w:rPr>
          <w:rFonts w:eastAsia="Calibri" w:cs="Times New Roman"/>
          <w:bCs/>
          <w:lang w:eastAsia="cs-CZ"/>
        </w:rPr>
        <w:t>Kontrolou soupisů prací bylo zjištěno, že položka č. 28 v objektu SO 06 – Komunikace a zpevněné plochy</w:t>
      </w:r>
      <w:r w:rsidR="008C1839" w:rsidRPr="003F10D9">
        <w:rPr>
          <w:rFonts w:eastAsia="Calibri" w:cs="Times New Roman"/>
          <w:bCs/>
          <w:lang w:eastAsia="cs-CZ"/>
        </w:rPr>
        <w:t xml:space="preserve"> byla zadána špatně. Položka č. 28 byla ze soupisů prací odstraněna. </w:t>
      </w:r>
    </w:p>
    <w:p w14:paraId="34CDB089" w14:textId="441EBBAB" w:rsidR="005B0458" w:rsidRPr="003F10D9" w:rsidRDefault="005B0458" w:rsidP="005B0458">
      <w:pPr>
        <w:spacing w:after="0" w:line="240" w:lineRule="auto"/>
        <w:rPr>
          <w:rFonts w:eastAsia="Calibri" w:cs="Times New Roman"/>
          <w:b/>
          <w:sz w:val="22"/>
          <w:szCs w:val="22"/>
          <w:lang w:eastAsia="cs-CZ"/>
        </w:rPr>
      </w:pPr>
    </w:p>
    <w:p w14:paraId="51FA482B" w14:textId="77777777" w:rsidR="005B0458" w:rsidRDefault="005B0458" w:rsidP="005B045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AF6FA4" w14:textId="34B365AB" w:rsidR="005B0458" w:rsidRPr="00BD5319" w:rsidRDefault="005B0458" w:rsidP="005B045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</w:t>
      </w:r>
      <w:r w:rsidRPr="00BD5319">
        <w:rPr>
          <w:rFonts w:eastAsia="Calibri" w:cs="Times New Roman"/>
          <w:b/>
          <w:lang w:eastAsia="cs-CZ"/>
        </w:rPr>
        <w:t>:</w:t>
      </w:r>
    </w:p>
    <w:p w14:paraId="6A4FF873" w14:textId="77777777" w:rsidR="005B0458" w:rsidRPr="005B0458" w:rsidRDefault="005B0458" w:rsidP="005B0458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lang w:eastAsia="cs-CZ"/>
        </w:rPr>
      </w:pPr>
      <w:r w:rsidRPr="005B0458">
        <w:rPr>
          <w:rFonts w:eastAsia="Times New Roman" w:cs="Arial"/>
        </w:rPr>
        <w:t>J</w:t>
      </w:r>
      <w:r w:rsidRPr="005B0458">
        <w:rPr>
          <w:rFonts w:eastAsia="Times New Roman" w:cs="Arial"/>
          <w:lang w:eastAsia="cs-CZ"/>
        </w:rPr>
        <w:t>akým způsobem budou řešeny konstrukční vrstvy zpevněných ploch v návaznosti na skladby kolejiště mimo haly? U skladby asfaltového souvrství projektant uvažuje s podkladem z kameniva frakce 0-32 a kolejové lože je frakce 32-63. Jakým způsobem tyto vrstvy oddělit a zároveň zabezpečit požadované tloušťky asfaltového souvrství mezi kolejnicemi?</w:t>
      </w:r>
    </w:p>
    <w:p w14:paraId="7DD2FFB6" w14:textId="77777777" w:rsidR="005B0458" w:rsidRDefault="005B0458" w:rsidP="005B0458">
      <w:pPr>
        <w:ind w:left="708"/>
        <w:rPr>
          <w:rFonts w:cs="Arial"/>
        </w:rPr>
      </w:pPr>
    </w:p>
    <w:p w14:paraId="4C86287A" w14:textId="160A1F5D" w:rsidR="005B0458" w:rsidRPr="007C191F" w:rsidRDefault="005B0458" w:rsidP="007C191F">
      <w:pPr>
        <w:ind w:left="708"/>
        <w:rPr>
          <w:rFonts w:eastAsia="Calibri" w:cs="Arial"/>
        </w:rPr>
      </w:pPr>
      <w:r w:rsidRPr="005B0458">
        <w:rPr>
          <w:rFonts w:cs="Arial"/>
        </w:rPr>
        <w:t>Řez SO 05</w:t>
      </w:r>
      <w:r w:rsidRPr="005B0458">
        <w:rPr>
          <w:noProof/>
        </w:rPr>
        <w:drawing>
          <wp:anchor distT="0" distB="0" distL="114300" distR="114300" simplePos="0" relativeHeight="251664384" behindDoc="0" locked="0" layoutInCell="1" allowOverlap="1" wp14:anchorId="1FD133FA" wp14:editId="549F2F96">
            <wp:simplePos x="0" y="0"/>
            <wp:positionH relativeFrom="column">
              <wp:posOffset>-296545</wp:posOffset>
            </wp:positionH>
            <wp:positionV relativeFrom="paragraph">
              <wp:posOffset>132080</wp:posOffset>
            </wp:positionV>
            <wp:extent cx="5525770" cy="2894330"/>
            <wp:effectExtent l="0" t="0" r="17780" b="1270"/>
            <wp:wrapSquare wrapText="bothSides"/>
            <wp:docPr id="881058918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CBBE9D" w14:textId="2D7FA9CB" w:rsidR="005B0458" w:rsidRPr="005B0458" w:rsidRDefault="005B0458" w:rsidP="005B0458">
      <w:pPr>
        <w:ind w:left="708"/>
        <w:rPr>
          <w:rFonts w:cs="Arial"/>
          <w:sz w:val="22"/>
          <w:szCs w:val="22"/>
        </w:rPr>
      </w:pPr>
      <w:r w:rsidRPr="005B0458">
        <w:rPr>
          <w:rFonts w:cs="Arial"/>
        </w:rPr>
        <w:t>Řez SO 06</w:t>
      </w:r>
    </w:p>
    <w:p w14:paraId="105C80BA" w14:textId="15A1942F" w:rsidR="005B0458" w:rsidRPr="005B0458" w:rsidRDefault="005B0458" w:rsidP="005B0458">
      <w:pPr>
        <w:rPr>
          <w:rFonts w:cs="Arial"/>
        </w:rPr>
      </w:pPr>
      <w:r w:rsidRPr="005B0458"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7C3B6FE" wp14:editId="1F154EC4">
            <wp:simplePos x="0" y="0"/>
            <wp:positionH relativeFrom="column">
              <wp:posOffset>-377190</wp:posOffset>
            </wp:positionH>
            <wp:positionV relativeFrom="paragraph">
              <wp:posOffset>3810</wp:posOffset>
            </wp:positionV>
            <wp:extent cx="5525770" cy="2283460"/>
            <wp:effectExtent l="0" t="0" r="0" b="2540"/>
            <wp:wrapTight wrapText="bothSides">
              <wp:wrapPolygon edited="0">
                <wp:start x="0" y="0"/>
                <wp:lineTo x="0" y="21444"/>
                <wp:lineTo x="21521" y="21444"/>
                <wp:lineTo x="21521" y="0"/>
                <wp:lineTo x="0" y="0"/>
              </wp:wrapPolygon>
            </wp:wrapTight>
            <wp:docPr id="591487352" name="Obrázek 13" descr="Obsah obrázku text, diagram, řada/pruh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87352" name="Obrázek 13" descr="Obsah obrázku text, diagram, řada/pruh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C3246E" w14:textId="6008C906" w:rsidR="005B0458" w:rsidRPr="005B0458" w:rsidRDefault="005B0458" w:rsidP="005B0458">
      <w:pPr>
        <w:rPr>
          <w:rFonts w:cs="Arial"/>
        </w:rPr>
      </w:pPr>
    </w:p>
    <w:p w14:paraId="24596708" w14:textId="77777777" w:rsidR="005B0458" w:rsidRPr="005B0458" w:rsidRDefault="005B0458" w:rsidP="005B0458">
      <w:pPr>
        <w:rPr>
          <w:rFonts w:cs="Arial"/>
        </w:rPr>
      </w:pPr>
    </w:p>
    <w:p w14:paraId="7A1F6FCF" w14:textId="77777777" w:rsidR="005B0458" w:rsidRDefault="005B0458" w:rsidP="005B0458">
      <w:pPr>
        <w:rPr>
          <w:rFonts w:cs="Arial"/>
        </w:rPr>
      </w:pPr>
    </w:p>
    <w:p w14:paraId="6BAA16E4" w14:textId="77777777" w:rsidR="005B0458" w:rsidRDefault="005B0458" w:rsidP="005B0458">
      <w:pPr>
        <w:rPr>
          <w:rFonts w:cs="Arial"/>
        </w:rPr>
      </w:pPr>
    </w:p>
    <w:p w14:paraId="50192ACB" w14:textId="77777777" w:rsidR="003F10D9" w:rsidRDefault="005B0458" w:rsidP="003F10D9">
      <w:pPr>
        <w:spacing w:after="0"/>
        <w:rPr>
          <w:rFonts w:cs="Arial"/>
          <w:sz w:val="22"/>
          <w:szCs w:val="22"/>
        </w:rPr>
      </w:pPr>
      <w:r w:rsidRPr="005B0458">
        <w:rPr>
          <w:rFonts w:cs="Arial"/>
        </w:rPr>
        <w:t>Žádáme Zadavatele o vysvětlení.</w:t>
      </w:r>
    </w:p>
    <w:p w14:paraId="73D73A18" w14:textId="66C5DF6C" w:rsidR="005B0458" w:rsidRPr="003F10D9" w:rsidRDefault="005B0458" w:rsidP="003F10D9">
      <w:pPr>
        <w:spacing w:after="0"/>
        <w:rPr>
          <w:rFonts w:cs="Arial"/>
          <w:sz w:val="22"/>
          <w:szCs w:val="22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9963912" w14:textId="0AC76117" w:rsidR="008C1839" w:rsidRPr="003F10D9" w:rsidRDefault="008C1839" w:rsidP="003F10D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F10D9">
        <w:rPr>
          <w:rFonts w:eastAsia="Calibri" w:cs="Times New Roman"/>
          <w:bCs/>
          <w:lang w:eastAsia="cs-CZ"/>
        </w:rPr>
        <w:t>Vrstvy drceného kameniva frakcí 0-32 a 32-63 se v rámci stavby nebudou oddělovat. Živičné vrstvy mezi kolejnicemi se musí klást a hutnit bez finišeru ručně.</w:t>
      </w:r>
    </w:p>
    <w:p w14:paraId="07BB244B" w14:textId="3282E637" w:rsidR="005B0458" w:rsidRDefault="005B0458" w:rsidP="005B0458">
      <w:pPr>
        <w:spacing w:after="0" w:line="240" w:lineRule="auto"/>
        <w:rPr>
          <w:rFonts w:eastAsia="Calibri" w:cs="Times New Roman"/>
          <w:b/>
          <w:color w:val="00B050"/>
          <w:sz w:val="22"/>
          <w:szCs w:val="22"/>
          <w:lang w:eastAsia="cs-CZ"/>
        </w:rPr>
      </w:pPr>
    </w:p>
    <w:p w14:paraId="07C456E0" w14:textId="77777777" w:rsidR="004A7B82" w:rsidRDefault="004A7B82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1021665" w14:textId="77777777" w:rsidR="00B43994" w:rsidRPr="003F10D9" w:rsidRDefault="00B43994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1955B4B" w14:textId="4883EA67" w:rsidR="00BD5319" w:rsidRPr="003F10D9" w:rsidRDefault="00BD5319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3F10D9">
        <w:rPr>
          <w:rFonts w:eastAsia="Times New Roman" w:cs="Times New Roman"/>
          <w:b/>
          <w:bCs/>
          <w:lang w:eastAsia="cs-CZ"/>
        </w:rPr>
        <w:t xml:space="preserve">Zadavatel </w:t>
      </w:r>
      <w:r w:rsidRPr="003F10D9">
        <w:rPr>
          <w:rFonts w:eastAsia="Calibri" w:cs="Times New Roman"/>
          <w:b/>
          <w:bCs/>
          <w:lang w:eastAsia="cs-CZ"/>
        </w:rPr>
        <w:t>tímto podává vysvětlení/ změnu/ doplnění zadávací dokumentace k výše uvedené veřejné zakázce</w:t>
      </w:r>
      <w:r w:rsidRPr="003F10D9">
        <w:rPr>
          <w:rFonts w:eastAsia="Times New Roman" w:cs="Times New Roman"/>
          <w:b/>
          <w:bCs/>
          <w:lang w:eastAsia="cs-CZ"/>
        </w:rPr>
        <w:t xml:space="preserve"> </w:t>
      </w:r>
      <w:r w:rsidRPr="003F10D9">
        <w:rPr>
          <w:rFonts w:eastAsia="Calibri" w:cs="Times New Roman"/>
          <w:b/>
          <w:bCs/>
          <w:lang w:eastAsia="cs-CZ"/>
        </w:rPr>
        <w:t>bez předchozí žádosti.</w:t>
      </w:r>
    </w:p>
    <w:p w14:paraId="014D299B" w14:textId="77777777" w:rsidR="000934E8" w:rsidRPr="003F10D9" w:rsidRDefault="000934E8" w:rsidP="000934E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F10D9">
        <w:rPr>
          <w:rFonts w:eastAsia="Times New Roman" w:cs="Times New Roman"/>
          <w:bCs/>
          <w:lang w:eastAsia="cs-CZ"/>
        </w:rPr>
        <w:t xml:space="preserve">Nad rámec výše uvedeného, zadavatel sděluje, že v nově zveřejněném soupise prací byl v objektu SO 06 – Komunikace a zpevněné plochy - soupis prací upraven v množství položek č. 31 a pol. č 32 z původních 182,5 m na nynějších 183,5 m. </w:t>
      </w:r>
    </w:p>
    <w:p w14:paraId="24FD5704" w14:textId="77777777" w:rsidR="000934E8" w:rsidRDefault="000934E8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6A39F00A" w14:textId="77777777" w:rsidR="000934E8" w:rsidRPr="00BD5319" w:rsidRDefault="000934E8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0B023FD" w14:textId="77777777" w:rsidR="00664163" w:rsidRPr="00C87717" w:rsidRDefault="00664163" w:rsidP="007C191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A7B82">
        <w:rPr>
          <w:rFonts w:eastAsia="Calibri" w:cs="Times New Roman"/>
          <w:b/>
          <w:bCs/>
          <w:lang w:eastAsia="cs-CZ"/>
        </w:rPr>
        <w:t xml:space="preserve">Příloha: </w:t>
      </w:r>
      <w:r w:rsidRPr="004A7B8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A7B82">
        <w:rPr>
          <w:rFonts w:eastAsia="Calibri" w:cs="Times New Roman"/>
          <w:bCs/>
          <w:lang w:eastAsia="cs-CZ"/>
        </w:rPr>
        <w:instrText xml:space="preserve"> FORMTEXT </w:instrText>
      </w:r>
      <w:r w:rsidRPr="004A7B82">
        <w:rPr>
          <w:rFonts w:eastAsia="Calibri" w:cs="Times New Roman"/>
          <w:bCs/>
          <w:lang w:eastAsia="cs-CZ"/>
        </w:rPr>
      </w:r>
      <w:r w:rsidRPr="004A7B82">
        <w:rPr>
          <w:rFonts w:eastAsia="Calibri" w:cs="Times New Roman"/>
          <w:bCs/>
          <w:lang w:eastAsia="cs-CZ"/>
        </w:rPr>
        <w:fldChar w:fldCharType="separate"/>
      </w:r>
      <w:r w:rsidRPr="004A7B82">
        <w:rPr>
          <w:rFonts w:eastAsia="Calibri" w:cs="Times New Roman"/>
          <w:bCs/>
          <w:lang w:eastAsia="cs-CZ"/>
        </w:rPr>
        <w:t> </w:t>
      </w:r>
      <w:r w:rsidRPr="004A7B82">
        <w:rPr>
          <w:rFonts w:eastAsia="Calibri" w:cs="Times New Roman"/>
          <w:bCs/>
          <w:lang w:eastAsia="cs-CZ"/>
        </w:rPr>
        <w:t> </w:t>
      </w:r>
      <w:r w:rsidRPr="004A7B82">
        <w:rPr>
          <w:rFonts w:eastAsia="Calibri" w:cs="Times New Roman"/>
          <w:bCs/>
          <w:lang w:eastAsia="cs-CZ"/>
        </w:rPr>
        <w:t> </w:t>
      </w:r>
      <w:r w:rsidRPr="004A7B82">
        <w:rPr>
          <w:rFonts w:eastAsia="Calibri" w:cs="Times New Roman"/>
          <w:bCs/>
          <w:lang w:eastAsia="cs-CZ"/>
        </w:rPr>
        <w:t> </w:t>
      </w:r>
      <w:r w:rsidRPr="004A7B82">
        <w:rPr>
          <w:rFonts w:eastAsia="Calibri" w:cs="Times New Roman"/>
          <w:bCs/>
          <w:lang w:eastAsia="cs-CZ"/>
        </w:rPr>
        <w:t> </w:t>
      </w:r>
      <w:r w:rsidRPr="004A7B82">
        <w:rPr>
          <w:rFonts w:eastAsia="Calibri" w:cs="Times New Roman"/>
          <w:bCs/>
          <w:lang w:eastAsia="cs-CZ"/>
        </w:rPr>
        <w:fldChar w:fldCharType="end"/>
      </w:r>
    </w:p>
    <w:p w14:paraId="3568D690" w14:textId="582C95D5" w:rsidR="00664163" w:rsidRDefault="004A7B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A7B82">
        <w:rPr>
          <w:rFonts w:eastAsia="Calibri" w:cs="Times New Roman"/>
          <w:lang w:eastAsia="cs-CZ"/>
        </w:rPr>
        <w:t>SO06_401_R02_VV</w:t>
      </w:r>
      <w:r>
        <w:rPr>
          <w:rFonts w:eastAsia="Calibri" w:cs="Times New Roman"/>
          <w:lang w:eastAsia="cs-CZ"/>
        </w:rPr>
        <w:t>.pdf (1 příloha)</w:t>
      </w:r>
    </w:p>
    <w:p w14:paraId="0554FD23" w14:textId="4C41F192" w:rsidR="004A7B82" w:rsidRDefault="004A7B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A7B82">
        <w:rPr>
          <w:rFonts w:eastAsia="Calibri" w:cs="Times New Roman"/>
          <w:lang w:eastAsia="cs-CZ"/>
        </w:rPr>
        <w:t>XDC_VýstavbaMESČT_20240913_zm02</w:t>
      </w:r>
    </w:p>
    <w:p w14:paraId="7BB0F931" w14:textId="044863BE" w:rsidR="004A7B82" w:rsidRDefault="004A7B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A7B82">
        <w:rPr>
          <w:rFonts w:eastAsia="Calibri" w:cs="Times New Roman"/>
          <w:lang w:eastAsia="cs-CZ"/>
        </w:rPr>
        <w:t>XLS_VýstavbaMESČT_20240913_zm02</w:t>
      </w:r>
    </w:p>
    <w:p w14:paraId="78C725C8" w14:textId="77777777" w:rsidR="004A7B82" w:rsidRPr="00BD5319" w:rsidRDefault="004A7B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BB2E7F" w14:textId="77777777" w:rsidR="004A7B82" w:rsidRDefault="004A7B8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4184A20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10D9">
        <w:rPr>
          <w:rFonts w:eastAsia="Calibri" w:cs="Times New Roman"/>
          <w:lang w:eastAsia="cs-CZ"/>
        </w:rPr>
        <w:t xml:space="preserve">V Olomouci dne </w:t>
      </w:r>
      <w:r w:rsidR="003F10D9">
        <w:rPr>
          <w:rFonts w:eastAsia="Calibri" w:cs="Times New Roman"/>
          <w:lang w:eastAsia="cs-CZ"/>
        </w:rPr>
        <w:t>13. 9. 2024</w:t>
      </w:r>
    </w:p>
    <w:p w14:paraId="0C6FB6AC" w14:textId="77777777" w:rsidR="003F10D9" w:rsidRPr="003F10D9" w:rsidRDefault="003F10D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75BA64" w14:textId="77777777" w:rsidR="00664163" w:rsidRPr="003F10D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CAF495" w14:textId="77777777" w:rsidR="00B43994" w:rsidRPr="003F10D9" w:rsidRDefault="00B4399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3F10D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3F10D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F10D9">
        <w:rPr>
          <w:rFonts w:eastAsia="Times New Roman" w:cs="Times New Roman"/>
          <w:b/>
          <w:bCs/>
          <w:lang w:eastAsia="cs-CZ"/>
        </w:rPr>
        <w:t>Ing. Miroslav Bocák</w:t>
      </w:r>
      <w:r w:rsidRPr="003F10D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3F10D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F10D9">
        <w:rPr>
          <w:rFonts w:eastAsia="Times New Roman" w:cs="Times New Roman"/>
          <w:lang w:eastAsia="cs-CZ"/>
        </w:rPr>
        <w:t>ředitel organizační jednotky</w:t>
      </w:r>
      <w:r w:rsidRPr="003F10D9">
        <w:rPr>
          <w:rFonts w:eastAsia="Times New Roman" w:cs="Times New Roman"/>
          <w:lang w:eastAsia="cs-CZ"/>
        </w:rPr>
        <w:tab/>
      </w:r>
    </w:p>
    <w:p w14:paraId="5DEDC136" w14:textId="77777777" w:rsidR="00664163" w:rsidRPr="003F10D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F10D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3F10D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0D166" w14:textId="77777777" w:rsidR="00911964" w:rsidRDefault="00911964" w:rsidP="00962258">
      <w:pPr>
        <w:spacing w:after="0" w:line="240" w:lineRule="auto"/>
      </w:pPr>
      <w:r>
        <w:separator/>
      </w:r>
    </w:p>
  </w:endnote>
  <w:endnote w:type="continuationSeparator" w:id="0">
    <w:p w14:paraId="74238C8D" w14:textId="77777777" w:rsidR="00911964" w:rsidRDefault="009119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7440E" w14:textId="77777777" w:rsidR="00911964" w:rsidRDefault="00911964" w:rsidP="00962258">
      <w:pPr>
        <w:spacing w:after="0" w:line="240" w:lineRule="auto"/>
      </w:pPr>
      <w:r>
        <w:separator/>
      </w:r>
    </w:p>
  </w:footnote>
  <w:footnote w:type="continuationSeparator" w:id="0">
    <w:p w14:paraId="32EA5B2E" w14:textId="77777777" w:rsidR="00911964" w:rsidRDefault="009119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E06D9"/>
    <w:multiLevelType w:val="hybridMultilevel"/>
    <w:tmpl w:val="E9446A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152675410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73AE"/>
    <w:rsid w:val="00024848"/>
    <w:rsid w:val="00033432"/>
    <w:rsid w:val="000335CC"/>
    <w:rsid w:val="00072C1E"/>
    <w:rsid w:val="000934E8"/>
    <w:rsid w:val="000B3A82"/>
    <w:rsid w:val="000B56E8"/>
    <w:rsid w:val="000B6C7E"/>
    <w:rsid w:val="000B7907"/>
    <w:rsid w:val="000C0429"/>
    <w:rsid w:val="000C45E8"/>
    <w:rsid w:val="00112144"/>
    <w:rsid w:val="00114472"/>
    <w:rsid w:val="00170EC5"/>
    <w:rsid w:val="001747C1"/>
    <w:rsid w:val="0018596A"/>
    <w:rsid w:val="00185D4D"/>
    <w:rsid w:val="001B0C14"/>
    <w:rsid w:val="001B69C2"/>
    <w:rsid w:val="001C4DA0"/>
    <w:rsid w:val="00207DF5"/>
    <w:rsid w:val="0021015F"/>
    <w:rsid w:val="00215EA5"/>
    <w:rsid w:val="00267369"/>
    <w:rsid w:val="0026785D"/>
    <w:rsid w:val="002761CC"/>
    <w:rsid w:val="00296D39"/>
    <w:rsid w:val="002A37AF"/>
    <w:rsid w:val="002A59FE"/>
    <w:rsid w:val="002A5D62"/>
    <w:rsid w:val="002C31BF"/>
    <w:rsid w:val="002E0CD7"/>
    <w:rsid w:val="002E668A"/>
    <w:rsid w:val="002F026B"/>
    <w:rsid w:val="0030763D"/>
    <w:rsid w:val="00326564"/>
    <w:rsid w:val="00335122"/>
    <w:rsid w:val="00357BC6"/>
    <w:rsid w:val="003628B4"/>
    <w:rsid w:val="0037111D"/>
    <w:rsid w:val="003756B9"/>
    <w:rsid w:val="003956C6"/>
    <w:rsid w:val="003E6B9A"/>
    <w:rsid w:val="003E75CE"/>
    <w:rsid w:val="003F10D9"/>
    <w:rsid w:val="0041380F"/>
    <w:rsid w:val="00427D02"/>
    <w:rsid w:val="0044328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B82"/>
    <w:rsid w:val="004A7C69"/>
    <w:rsid w:val="004C4399"/>
    <w:rsid w:val="004C69ED"/>
    <w:rsid w:val="004C787C"/>
    <w:rsid w:val="004F4B9B"/>
    <w:rsid w:val="00501654"/>
    <w:rsid w:val="00511AB9"/>
    <w:rsid w:val="0051317B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0458"/>
    <w:rsid w:val="005B5EE9"/>
    <w:rsid w:val="005E217E"/>
    <w:rsid w:val="005F3354"/>
    <w:rsid w:val="006104F6"/>
    <w:rsid w:val="0061068E"/>
    <w:rsid w:val="006427E6"/>
    <w:rsid w:val="0064411B"/>
    <w:rsid w:val="00660AD3"/>
    <w:rsid w:val="00664163"/>
    <w:rsid w:val="00685BDF"/>
    <w:rsid w:val="006A5570"/>
    <w:rsid w:val="006A689C"/>
    <w:rsid w:val="006B3D79"/>
    <w:rsid w:val="006E0578"/>
    <w:rsid w:val="006E314D"/>
    <w:rsid w:val="006E7F06"/>
    <w:rsid w:val="006F45BE"/>
    <w:rsid w:val="00710723"/>
    <w:rsid w:val="00712ED1"/>
    <w:rsid w:val="00723ED1"/>
    <w:rsid w:val="00735ED4"/>
    <w:rsid w:val="00743525"/>
    <w:rsid w:val="00750569"/>
    <w:rsid w:val="007531A0"/>
    <w:rsid w:val="0075629F"/>
    <w:rsid w:val="0076286B"/>
    <w:rsid w:val="00764595"/>
    <w:rsid w:val="00766846"/>
    <w:rsid w:val="0077673A"/>
    <w:rsid w:val="007846E1"/>
    <w:rsid w:val="007B570C"/>
    <w:rsid w:val="007C191F"/>
    <w:rsid w:val="007D151E"/>
    <w:rsid w:val="007D7879"/>
    <w:rsid w:val="007E3699"/>
    <w:rsid w:val="007E4642"/>
    <w:rsid w:val="007E4A6E"/>
    <w:rsid w:val="007F56A7"/>
    <w:rsid w:val="007F626E"/>
    <w:rsid w:val="00807DD0"/>
    <w:rsid w:val="00813F11"/>
    <w:rsid w:val="00856E6D"/>
    <w:rsid w:val="008841FB"/>
    <w:rsid w:val="0088472C"/>
    <w:rsid w:val="00891334"/>
    <w:rsid w:val="008938A8"/>
    <w:rsid w:val="008A3568"/>
    <w:rsid w:val="008C1839"/>
    <w:rsid w:val="008D03B9"/>
    <w:rsid w:val="008F18D6"/>
    <w:rsid w:val="008F3F6A"/>
    <w:rsid w:val="00904780"/>
    <w:rsid w:val="009113A8"/>
    <w:rsid w:val="00911964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12B"/>
    <w:rsid w:val="009C7B39"/>
    <w:rsid w:val="009E07F4"/>
    <w:rsid w:val="009E12E5"/>
    <w:rsid w:val="009F392E"/>
    <w:rsid w:val="009F5BDF"/>
    <w:rsid w:val="00A03B10"/>
    <w:rsid w:val="00A33F26"/>
    <w:rsid w:val="00A44328"/>
    <w:rsid w:val="00A6177B"/>
    <w:rsid w:val="00A66136"/>
    <w:rsid w:val="00A855D1"/>
    <w:rsid w:val="00AA4CBB"/>
    <w:rsid w:val="00AA65FA"/>
    <w:rsid w:val="00AA7351"/>
    <w:rsid w:val="00AD056F"/>
    <w:rsid w:val="00AD2773"/>
    <w:rsid w:val="00AD6731"/>
    <w:rsid w:val="00AE1DDE"/>
    <w:rsid w:val="00AE2D99"/>
    <w:rsid w:val="00B15B5E"/>
    <w:rsid w:val="00B15D0D"/>
    <w:rsid w:val="00B23CA3"/>
    <w:rsid w:val="00B3491A"/>
    <w:rsid w:val="00B43994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0FF"/>
    <w:rsid w:val="00C02D0A"/>
    <w:rsid w:val="00C03A6E"/>
    <w:rsid w:val="00C17D8D"/>
    <w:rsid w:val="00C27D11"/>
    <w:rsid w:val="00C30759"/>
    <w:rsid w:val="00C44F6A"/>
    <w:rsid w:val="00C727E5"/>
    <w:rsid w:val="00C8207D"/>
    <w:rsid w:val="00CB7B5A"/>
    <w:rsid w:val="00CC1E2B"/>
    <w:rsid w:val="00CD1FC4"/>
    <w:rsid w:val="00CE371D"/>
    <w:rsid w:val="00CE62D0"/>
    <w:rsid w:val="00D02A4D"/>
    <w:rsid w:val="00D21061"/>
    <w:rsid w:val="00D316A7"/>
    <w:rsid w:val="00D4108E"/>
    <w:rsid w:val="00D548C8"/>
    <w:rsid w:val="00D6163D"/>
    <w:rsid w:val="00D63009"/>
    <w:rsid w:val="00D667A1"/>
    <w:rsid w:val="00D80E76"/>
    <w:rsid w:val="00D831A3"/>
    <w:rsid w:val="00D902AD"/>
    <w:rsid w:val="00DA6FFE"/>
    <w:rsid w:val="00DC3110"/>
    <w:rsid w:val="00DD46F3"/>
    <w:rsid w:val="00DD58A6"/>
    <w:rsid w:val="00DD5D0F"/>
    <w:rsid w:val="00DE2918"/>
    <w:rsid w:val="00DE56F2"/>
    <w:rsid w:val="00DF116D"/>
    <w:rsid w:val="00E01C8D"/>
    <w:rsid w:val="00E10710"/>
    <w:rsid w:val="00E525EF"/>
    <w:rsid w:val="00E824F1"/>
    <w:rsid w:val="00EA5424"/>
    <w:rsid w:val="00EB104F"/>
    <w:rsid w:val="00EC5A9E"/>
    <w:rsid w:val="00ED14BD"/>
    <w:rsid w:val="00F0012E"/>
    <w:rsid w:val="00F01440"/>
    <w:rsid w:val="00F12DEC"/>
    <w:rsid w:val="00F1715C"/>
    <w:rsid w:val="00F310F8"/>
    <w:rsid w:val="00F35939"/>
    <w:rsid w:val="00F36CA5"/>
    <w:rsid w:val="00F45607"/>
    <w:rsid w:val="00F64786"/>
    <w:rsid w:val="00F659EB"/>
    <w:rsid w:val="00F804A7"/>
    <w:rsid w:val="00F862D6"/>
    <w:rsid w:val="00F86BA6"/>
    <w:rsid w:val="00FC4B86"/>
    <w:rsid w:val="00FC6389"/>
    <w:rsid w:val="00FD2B46"/>
    <w:rsid w:val="00FD2F51"/>
    <w:rsid w:val="00FE138E"/>
    <w:rsid w:val="00FE3455"/>
    <w:rsid w:val="00FF1DA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cid:image004.png@01DB038A.A7DE375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zdc.cz/" TargetMode="External"/><Relationship Id="rId7" Type="http://schemas.openxmlformats.org/officeDocument/2006/relationships/settings" Target="settings.xml"/><Relationship Id="rId12" Type="http://schemas.openxmlformats.org/officeDocument/2006/relationships/image" Target="cid:image001.png@01DB0384.93FD2990" TargetMode="External"/><Relationship Id="rId17" Type="http://schemas.openxmlformats.org/officeDocument/2006/relationships/image" Target="media/image4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DB0384.93FD2990" TargetMode="External"/><Relationship Id="rId20" Type="http://schemas.openxmlformats.org/officeDocument/2006/relationships/image" Target="cid:image005.png@01DB038A.EEAF7D1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2.png@01DB0384.93FD2990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95</TotalTime>
  <Pages>3</Pages>
  <Words>557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20</cp:revision>
  <cp:lastPrinted>2019-02-22T13:28:00Z</cp:lastPrinted>
  <dcterms:created xsi:type="dcterms:W3CDTF">2024-08-06T12:07:00Z</dcterms:created>
  <dcterms:modified xsi:type="dcterms:W3CDTF">2024-09-13T08:11:00Z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